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7C" w:rsidRPr="00DD2193" w:rsidRDefault="00F4587C" w:rsidP="00104621">
      <w:pPr>
        <w:ind w:right="-144"/>
        <w:rPr>
          <w:color w:val="00009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0;margin-top:0;width:123.9pt;height:2in;rotation:-739959fd;z-index:-251658240;visibility:visible" wrapcoords="-131 0 -131 21488 21600 21488 21600 0 -131 0">
            <v:imagedata r:id="rId5" o:title=""/>
            <w10:wrap type="tight"/>
          </v:shape>
        </w:pict>
      </w:r>
      <w:r>
        <w:rPr>
          <w:noProof/>
        </w:rPr>
        <w:pict>
          <v:shape id="Picture 5" o:spid="_x0000_s1027" type="#_x0000_t75" style="position:absolute;margin-left:391.65pt;margin-top:-6.7pt;width:171.8pt;height:106.35pt;z-index:-251659264;visibility:visible" wrapcoords="-94 0 -94 21448 21600 21448 21600 0 -94 0">
            <v:imagedata r:id="rId6" o:title=""/>
            <w10:wrap type="tight"/>
          </v:shape>
        </w:pict>
      </w:r>
    </w:p>
    <w:p w:rsidR="00F4587C" w:rsidRDefault="00F4587C" w:rsidP="008F71D8">
      <w:pPr>
        <w:spacing w:after="0" w:line="240" w:lineRule="auto"/>
        <w:ind w:right="-144"/>
        <w:rPr>
          <w:color w:val="5F497A"/>
          <w:sz w:val="32"/>
          <w:szCs w:val="32"/>
        </w:rPr>
      </w:pPr>
    </w:p>
    <w:p w:rsidR="00F4587C" w:rsidRDefault="00F4587C" w:rsidP="008F71D8">
      <w:pPr>
        <w:spacing w:after="0" w:line="240" w:lineRule="auto"/>
        <w:ind w:right="-144"/>
        <w:rPr>
          <w:color w:val="5F497A"/>
          <w:sz w:val="32"/>
          <w:szCs w:val="32"/>
        </w:rPr>
      </w:pPr>
    </w:p>
    <w:p w:rsidR="00F4587C" w:rsidRDefault="00F4587C" w:rsidP="008F71D8">
      <w:pPr>
        <w:spacing w:after="0" w:line="240" w:lineRule="auto"/>
        <w:ind w:right="-144"/>
        <w:rPr>
          <w:color w:val="5F497A"/>
          <w:sz w:val="32"/>
          <w:szCs w:val="32"/>
        </w:rPr>
      </w:pPr>
    </w:p>
    <w:p w:rsidR="00F4587C" w:rsidRDefault="00F4587C" w:rsidP="008F71D8">
      <w:pPr>
        <w:spacing w:after="0" w:line="240" w:lineRule="auto"/>
        <w:ind w:right="-144"/>
        <w:jc w:val="both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Hello! </w:t>
      </w:r>
      <w:r w:rsidRPr="00F51AD8">
        <w:rPr>
          <w:color w:val="5F497A"/>
          <w:sz w:val="32"/>
          <w:szCs w:val="32"/>
        </w:rPr>
        <w:t>My name is Jordan Davis</w:t>
      </w:r>
      <w:r>
        <w:rPr>
          <w:color w:val="5F497A"/>
          <w:sz w:val="32"/>
          <w:szCs w:val="32"/>
        </w:rPr>
        <w:t xml:space="preserve"> and I am a</w:t>
      </w:r>
      <w:r w:rsidRPr="00F51AD8">
        <w:rPr>
          <w:color w:val="5F497A"/>
          <w:sz w:val="32"/>
          <w:szCs w:val="32"/>
        </w:rPr>
        <w:t xml:space="preserve"> College Recruitment Adviser for </w:t>
      </w:r>
      <w:smartTag w:uri="urn:schemas-microsoft-com:office:smarttags" w:element="place">
        <w:smartTag w:uri="urn:schemas-microsoft-com:office:smarttags" w:element="City">
          <w:r w:rsidRPr="00F51AD8">
            <w:rPr>
              <w:color w:val="5F497A"/>
              <w:sz w:val="32"/>
              <w:szCs w:val="32"/>
            </w:rPr>
            <w:t>Advise</w:t>
          </w:r>
        </w:smartTag>
        <w:r w:rsidRPr="00F51AD8">
          <w:rPr>
            <w:color w:val="5F497A"/>
            <w:sz w:val="32"/>
            <w:szCs w:val="32"/>
          </w:rPr>
          <w:t xml:space="preserve"> </w:t>
        </w:r>
        <w:smartTag w:uri="urn:schemas-microsoft-com:office:smarttags" w:element="State">
          <w:r w:rsidRPr="00F51AD8">
            <w:rPr>
              <w:color w:val="5F497A"/>
              <w:sz w:val="32"/>
              <w:szCs w:val="32"/>
            </w:rPr>
            <w:t>TX</w:t>
          </w:r>
        </w:smartTag>
      </w:smartTag>
      <w:r w:rsidRPr="00F51AD8">
        <w:rPr>
          <w:color w:val="5F497A"/>
          <w:sz w:val="32"/>
          <w:szCs w:val="32"/>
        </w:rPr>
        <w:t xml:space="preserve">, a college </w:t>
      </w:r>
    </w:p>
    <w:p w:rsidR="00F4587C" w:rsidRDefault="00F4587C" w:rsidP="008F71D8">
      <w:pPr>
        <w:spacing w:after="0" w:line="240" w:lineRule="auto"/>
        <w:ind w:right="-144"/>
        <w:jc w:val="both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 </w:t>
      </w:r>
      <w:r w:rsidRPr="00F51AD8">
        <w:rPr>
          <w:color w:val="5F497A"/>
          <w:sz w:val="32"/>
          <w:szCs w:val="32"/>
        </w:rPr>
        <w:t>access program</w:t>
      </w:r>
      <w:r>
        <w:rPr>
          <w:color w:val="5F497A"/>
          <w:sz w:val="32"/>
          <w:szCs w:val="32"/>
        </w:rPr>
        <w:t xml:space="preserve"> at </w:t>
      </w:r>
      <w:smartTag w:uri="urn:schemas-microsoft-com:office:smarttags" w:element="place">
        <w:smartTag w:uri="urn:schemas-microsoft-com:office:smarttags" w:element="PlaceName">
          <w:r>
            <w:rPr>
              <w:color w:val="5F497A"/>
              <w:sz w:val="32"/>
              <w:szCs w:val="32"/>
            </w:rPr>
            <w:t>Phillis</w:t>
          </w:r>
        </w:smartTag>
        <w:r>
          <w:rPr>
            <w:color w:val="5F497A"/>
            <w:sz w:val="32"/>
            <w:szCs w:val="32"/>
          </w:rPr>
          <w:t xml:space="preserve"> </w:t>
        </w:r>
        <w:smartTag w:uri="urn:schemas-microsoft-com:office:smarttags" w:element="PlaceName">
          <w:r>
            <w:rPr>
              <w:color w:val="5F497A"/>
              <w:sz w:val="32"/>
              <w:szCs w:val="32"/>
            </w:rPr>
            <w:t>Wheatley</w:t>
          </w:r>
        </w:smartTag>
        <w:r w:rsidRPr="00F51AD8">
          <w:rPr>
            <w:color w:val="5F497A"/>
            <w:sz w:val="32"/>
            <w:szCs w:val="32"/>
          </w:rPr>
          <w:t xml:space="preserve"> </w:t>
        </w:r>
        <w:smartTag w:uri="urn:schemas-microsoft-com:office:smarttags" w:element="PlaceType">
          <w:r w:rsidRPr="00F51AD8">
            <w:rPr>
              <w:color w:val="5F497A"/>
              <w:sz w:val="32"/>
              <w:szCs w:val="32"/>
            </w:rPr>
            <w:t>High School</w:t>
          </w:r>
        </w:smartTag>
      </w:smartTag>
      <w:r w:rsidRPr="00F51AD8">
        <w:rPr>
          <w:color w:val="5F497A"/>
          <w:sz w:val="32"/>
          <w:szCs w:val="32"/>
        </w:rPr>
        <w:t xml:space="preserve"> this</w:t>
      </w:r>
      <w:r>
        <w:rPr>
          <w:color w:val="5F497A"/>
          <w:sz w:val="32"/>
          <w:szCs w:val="32"/>
        </w:rPr>
        <w:t xml:space="preserve"> school</w:t>
      </w:r>
      <w:r w:rsidRPr="00F51AD8">
        <w:rPr>
          <w:color w:val="5F497A"/>
          <w:sz w:val="32"/>
          <w:szCs w:val="32"/>
        </w:rPr>
        <w:t xml:space="preserve"> </w:t>
      </w:r>
    </w:p>
    <w:p w:rsidR="00F4587C" w:rsidRDefault="00F4587C" w:rsidP="008F71D8">
      <w:pPr>
        <w:spacing w:after="0" w:line="240" w:lineRule="auto"/>
        <w:ind w:right="-144"/>
        <w:jc w:val="both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         </w:t>
      </w:r>
      <w:r w:rsidRPr="00F51AD8">
        <w:rPr>
          <w:color w:val="5F497A"/>
          <w:sz w:val="32"/>
          <w:szCs w:val="32"/>
        </w:rPr>
        <w:t>year.</w:t>
      </w:r>
      <w:r>
        <w:rPr>
          <w:color w:val="5F497A"/>
          <w:sz w:val="32"/>
          <w:szCs w:val="32"/>
        </w:rPr>
        <w:t xml:space="preserve"> I just want to welcome you to the new school year and </w:t>
      </w:r>
    </w:p>
    <w:p w:rsidR="00F4587C" w:rsidRDefault="00F4587C" w:rsidP="005220A1">
      <w:pPr>
        <w:spacing w:after="0" w:line="240" w:lineRule="auto"/>
        <w:ind w:right="-144"/>
        <w:jc w:val="both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                                   provide you with some information on what I will be doing </w:t>
      </w:r>
    </w:p>
    <w:p w:rsidR="00F4587C" w:rsidRDefault="00F4587C" w:rsidP="005220A1">
      <w:pPr>
        <w:spacing w:after="0" w:line="240" w:lineRule="auto"/>
        <w:ind w:right="-144"/>
        <w:jc w:val="both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                               here at Wheatley.</w:t>
      </w:r>
    </w:p>
    <w:p w:rsidR="00F4587C" w:rsidRPr="008F71D8" w:rsidRDefault="00F4587C" w:rsidP="008F71D8">
      <w:pPr>
        <w:spacing w:after="0" w:line="240" w:lineRule="auto"/>
        <w:ind w:right="-144"/>
        <w:jc w:val="both"/>
        <w:rPr>
          <w:color w:val="5F497A"/>
          <w:sz w:val="32"/>
          <w:szCs w:val="32"/>
        </w:rPr>
      </w:pPr>
    </w:p>
    <w:p w:rsidR="00F4587C" w:rsidRDefault="00F4587C" w:rsidP="00FF6278">
      <w:pPr>
        <w:tabs>
          <w:tab w:val="left" w:pos="3400"/>
        </w:tabs>
        <w:ind w:right="-720"/>
        <w:rPr>
          <w:b/>
          <w:color w:val="5F497A"/>
          <w:sz w:val="32"/>
          <w:szCs w:val="32"/>
        </w:rPr>
      </w:pPr>
      <w:r>
        <w:rPr>
          <w:b/>
          <w:color w:val="5F497A"/>
          <w:sz w:val="32"/>
          <w:szCs w:val="32"/>
        </w:rPr>
        <w:t>Ms. Davis, how can you help me?</w:t>
      </w:r>
    </w:p>
    <w:p w:rsidR="00F4587C" w:rsidRDefault="00F4587C" w:rsidP="00FF6278">
      <w:p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I work closely with students, helping them step by step in the college process. 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Planning for college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Choosing the best fit college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Deciding on which major to choose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Filling out applications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Finding scholarships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Essay writing</w:t>
      </w:r>
    </w:p>
    <w:p w:rsidR="00F4587C" w:rsidRDefault="00F4587C" w:rsidP="005220A1">
      <w:pPr>
        <w:pStyle w:val="ListParagraph"/>
        <w:numPr>
          <w:ilvl w:val="0"/>
          <w:numId w:val="1"/>
        </w:num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Financial aid (Everybody loves FREE MONEY </w:t>
      </w:r>
      <w:r w:rsidRPr="005220A1">
        <w:rPr>
          <w:color w:val="5F497A"/>
          <w:sz w:val="32"/>
          <w:szCs w:val="32"/>
        </w:rPr>
        <w:sym w:font="Wingdings" w:char="F04A"/>
      </w:r>
      <w:r>
        <w:rPr>
          <w:color w:val="5F497A"/>
          <w:sz w:val="32"/>
          <w:szCs w:val="32"/>
        </w:rPr>
        <w:t>)</w:t>
      </w:r>
    </w:p>
    <w:p w:rsidR="00F4587C" w:rsidRPr="005220A1" w:rsidRDefault="00F4587C" w:rsidP="005220A1">
      <w:pPr>
        <w:tabs>
          <w:tab w:val="left" w:pos="3400"/>
        </w:tabs>
        <w:ind w:right="-720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College is an option that is available to any student and it’s never too early to start planning your future!</w:t>
      </w:r>
    </w:p>
    <w:p w:rsidR="00F4587C" w:rsidRDefault="00F4587C" w:rsidP="007B4EDF">
      <w:pPr>
        <w:tabs>
          <w:tab w:val="left" w:pos="3400"/>
        </w:tabs>
        <w:ind w:right="-720"/>
        <w:rPr>
          <w:b/>
          <w:color w:val="5F497A"/>
          <w:sz w:val="32"/>
          <w:szCs w:val="32"/>
        </w:rPr>
      </w:pPr>
      <w:r>
        <w:rPr>
          <w:b/>
          <w:color w:val="5F497A"/>
          <w:sz w:val="32"/>
          <w:szCs w:val="32"/>
        </w:rPr>
        <w:t>Ms. Davis, who will you work with</w:t>
      </w:r>
      <w:r w:rsidRPr="00F51AD8">
        <w:rPr>
          <w:b/>
          <w:color w:val="5F497A"/>
          <w:sz w:val="32"/>
          <w:szCs w:val="32"/>
        </w:rPr>
        <w:t xml:space="preserve">? </w:t>
      </w:r>
    </w:p>
    <w:p w:rsidR="00F4587C" w:rsidRDefault="00F4587C" w:rsidP="00992FB3">
      <w:pPr>
        <w:tabs>
          <w:tab w:val="left" w:pos="3400"/>
        </w:tabs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I will spend most of my time working with juniors and seniors, but I am available to work with any student who comes to me for help. I not only help with the college process, I’m also available to help students who just want to know more information about college. I am in the school full-time, so I am available to help any student whenever they need assistance. </w:t>
      </w:r>
    </w:p>
    <w:p w:rsidR="00F4587C" w:rsidRDefault="00F4587C" w:rsidP="00992FB3">
      <w:pPr>
        <w:tabs>
          <w:tab w:val="left" w:pos="3400"/>
        </w:tabs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 xml:space="preserve">I am super excited to be at </w:t>
      </w:r>
      <w:smartTag w:uri="urn:schemas-microsoft-com:office:smarttags" w:element="place">
        <w:smartTag w:uri="urn:schemas-microsoft-com:office:smarttags" w:element="PlaceName">
          <w:r>
            <w:rPr>
              <w:color w:val="5F497A"/>
              <w:sz w:val="32"/>
              <w:szCs w:val="32"/>
            </w:rPr>
            <w:t>Wheatley</w:t>
          </w:r>
        </w:smartTag>
        <w:r>
          <w:rPr>
            <w:color w:val="5F497A"/>
            <w:sz w:val="32"/>
            <w:szCs w:val="32"/>
          </w:rPr>
          <w:t xml:space="preserve"> </w:t>
        </w:r>
        <w:smartTag w:uri="urn:schemas-microsoft-com:office:smarttags" w:element="PlaceType">
          <w:r>
            <w:rPr>
              <w:color w:val="5F497A"/>
              <w:sz w:val="32"/>
              <w:szCs w:val="32"/>
            </w:rPr>
            <w:t>High School</w:t>
          </w:r>
        </w:smartTag>
      </w:smartTag>
      <w:r>
        <w:rPr>
          <w:color w:val="5F497A"/>
          <w:sz w:val="32"/>
          <w:szCs w:val="32"/>
        </w:rPr>
        <w:t xml:space="preserve"> this year and I can not wait to start interacting with all of you. I’m located in the </w:t>
      </w:r>
      <w:smartTag w:uri="urn:schemas-microsoft-com:office:smarttags" w:element="place">
        <w:smartTag w:uri="urn:schemas-microsoft-com:office:smarttags" w:element="City">
          <w:r>
            <w:rPr>
              <w:color w:val="5F497A"/>
              <w:sz w:val="32"/>
              <w:szCs w:val="32"/>
            </w:rPr>
            <w:t>College Station</w:t>
          </w:r>
        </w:smartTag>
      </w:smartTag>
      <w:r>
        <w:rPr>
          <w:color w:val="5F497A"/>
          <w:sz w:val="32"/>
          <w:szCs w:val="32"/>
        </w:rPr>
        <w:t xml:space="preserve"> (library) and I have an open door policy, so whenever you need help just stop by!</w:t>
      </w:r>
    </w:p>
    <w:p w:rsidR="00F4587C" w:rsidRPr="005D73B3" w:rsidRDefault="00F4587C" w:rsidP="005D73B3">
      <w:pPr>
        <w:tabs>
          <w:tab w:val="left" w:pos="3400"/>
        </w:tabs>
        <w:jc w:val="center"/>
        <w:rPr>
          <w:color w:val="5F497A"/>
          <w:sz w:val="32"/>
          <w:szCs w:val="32"/>
        </w:rPr>
      </w:pPr>
      <w:r>
        <w:rPr>
          <w:color w:val="5F497A"/>
          <w:sz w:val="32"/>
          <w:szCs w:val="32"/>
        </w:rPr>
        <w:t>My email is:  jkdavis@tamu.edu</w:t>
      </w:r>
    </w:p>
    <w:sectPr w:rsidR="00F4587C" w:rsidRPr="005D73B3" w:rsidSect="00992FB3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13146"/>
    <w:multiLevelType w:val="hybridMultilevel"/>
    <w:tmpl w:val="29C25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78"/>
    <w:rsid w:val="000259F0"/>
    <w:rsid w:val="00050EFF"/>
    <w:rsid w:val="000627E9"/>
    <w:rsid w:val="000B45B1"/>
    <w:rsid w:val="000E61D5"/>
    <w:rsid w:val="00104621"/>
    <w:rsid w:val="001436FB"/>
    <w:rsid w:val="003A2A88"/>
    <w:rsid w:val="003D6716"/>
    <w:rsid w:val="0050725C"/>
    <w:rsid w:val="005220A1"/>
    <w:rsid w:val="0054291F"/>
    <w:rsid w:val="005D73B3"/>
    <w:rsid w:val="006859B0"/>
    <w:rsid w:val="006B2914"/>
    <w:rsid w:val="006D1A99"/>
    <w:rsid w:val="00763F76"/>
    <w:rsid w:val="007B4EDF"/>
    <w:rsid w:val="007D6B2F"/>
    <w:rsid w:val="00807724"/>
    <w:rsid w:val="008933B8"/>
    <w:rsid w:val="008D6894"/>
    <w:rsid w:val="008F71D8"/>
    <w:rsid w:val="00971E45"/>
    <w:rsid w:val="00992FB3"/>
    <w:rsid w:val="00A41BE1"/>
    <w:rsid w:val="00A87530"/>
    <w:rsid w:val="00AC3537"/>
    <w:rsid w:val="00B4205B"/>
    <w:rsid w:val="00BE5E5A"/>
    <w:rsid w:val="00C861BA"/>
    <w:rsid w:val="00C9752C"/>
    <w:rsid w:val="00CB20D0"/>
    <w:rsid w:val="00DD2193"/>
    <w:rsid w:val="00DE0855"/>
    <w:rsid w:val="00E506E7"/>
    <w:rsid w:val="00E9688C"/>
    <w:rsid w:val="00EE283C"/>
    <w:rsid w:val="00EE533E"/>
    <w:rsid w:val="00F322BC"/>
    <w:rsid w:val="00F4587C"/>
    <w:rsid w:val="00F51AD8"/>
    <w:rsid w:val="00FF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894"/>
    <w:pPr>
      <w:spacing w:after="200" w:line="276" w:lineRule="auto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E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B45B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22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217</Words>
  <Characters>1238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Latrale Walker</dc:creator>
  <cp:keywords/>
  <dc:description/>
  <cp:lastModifiedBy>HISD</cp:lastModifiedBy>
  <cp:revision>2</cp:revision>
  <dcterms:created xsi:type="dcterms:W3CDTF">2012-08-29T15:00:00Z</dcterms:created>
  <dcterms:modified xsi:type="dcterms:W3CDTF">2012-08-29T15:00:00Z</dcterms:modified>
</cp:coreProperties>
</file>